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30B" w:rsidRDefault="00E4530B" w:rsidP="00C324B3">
      <w:pPr>
        <w:ind w:left="720"/>
      </w:pPr>
      <w:r>
        <w:tab/>
        <w:t xml:space="preserve">I read </w:t>
      </w:r>
      <w:r>
        <w:rPr>
          <w:b/>
          <w:i/>
          <w:u w:val="single"/>
        </w:rPr>
        <w:t xml:space="preserve">Bait, </w:t>
      </w:r>
      <w:r>
        <w:t>By Alex Sanchez. This book is about a 17 year old boy named Deigo. Deigo has had a very troubled past and now it’s affecting is future. Deigo is getting into fights and has already been charged with assault. Now he is on probation and facing a second assault charge. Deigo’s mom is very upset and wants to know why he keeps getting into fights. Deigo knows why and he is dying to tell his probation officer. Right before Deigo’s trial his probation officer, Mr. Vidas, comes in to talk to him. Both of Deigo’s assault charges have been sparked by people calling him gay, and he knows why he takes so much offense to that. When Deigo was a child his dad left him and his mom and at a young age his grandmother, who was very near and dear to him passed away. Now his mom was looking to remarry a man named Mac. Mac was a great guy he provided for the family and taught Deigo many things but one night Mac and Deigo go on a fishing trip and Mac molested Deigo. Deigo was only 6 and didn’t know enough to tell his mother. So Deigo waited another couple years when his younger brother Eddie was five. Deigo could see what was coming the way Mac looked at Eddie and Deigo needed to stop Mac so one night Deigo took Mac’s gun and sure enough Mac molested him again but this time Deigo was ready after being molested again Deigo took the gun and pointed it Straight at Mac. The next day Mac committed suicide. Now after Deigo lets out his secret he starts feeling happier with himself and others and now is on the right path to living a healthy life.</w:t>
      </w:r>
    </w:p>
    <w:p w:rsidR="00E4530B" w:rsidRDefault="00E4530B" w:rsidP="00834C18">
      <w:pPr>
        <w:ind w:left="720"/>
      </w:pPr>
      <w:r>
        <w:tab/>
        <w:t>I think this book was pretty good. It was a fairly easy read for me and I think it could’ve been longer, quite a bit longer. Or else the author should’ve made it a sequel because the ending was really sudden. Right after he tells Vidas about the molesting then he tells his mom and the book just ends. In the book he has a girlfriend and he is having trouble with his best friend and then the book ends and you just keep wondering. I really don’t like ready books like this. The rest of the book was really good though and I liked how he has flashbacks. I also liked how the book was actually realistic and had real life problems of real life kids. It was a little bit graphic though and disgusting. It was a young adult but I think it could have been labeled as adult. The rape parts were very detailed and it was hard to read because it was just wrong. I did like reading this book and I’m glad that it kept me reading otherwise I wouldn’t be writing this book report right now.</w:t>
      </w:r>
    </w:p>
    <w:p w:rsidR="00E4530B" w:rsidRPr="00C324B3" w:rsidRDefault="00E4530B" w:rsidP="00C324B3">
      <w:pPr>
        <w:ind w:left="720"/>
      </w:pPr>
      <w:r>
        <w:tab/>
      </w:r>
    </w:p>
    <w:sectPr w:rsidR="00E4530B" w:rsidRPr="00C324B3" w:rsidSect="007C34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24B3"/>
    <w:rsid w:val="000A4F24"/>
    <w:rsid w:val="003D50D5"/>
    <w:rsid w:val="00424F44"/>
    <w:rsid w:val="006B6043"/>
    <w:rsid w:val="007C346B"/>
    <w:rsid w:val="00834C18"/>
    <w:rsid w:val="00BE09C4"/>
    <w:rsid w:val="00C324B3"/>
    <w:rsid w:val="00CD03CE"/>
    <w:rsid w:val="00E4530B"/>
    <w:rsid w:val="00F1523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46B"/>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1</Pages>
  <Words>379</Words>
  <Characters>2162</Characters>
  <Application>Microsoft Office Outlook</Application>
  <DocSecurity>0</DocSecurity>
  <Lines>0</Lines>
  <Paragraphs>0</Paragraphs>
  <ScaleCrop>false</ScaleCrop>
  <Company>I.S.D. 742 Public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953402</dc:creator>
  <cp:keywords/>
  <dc:description/>
  <cp:lastModifiedBy>Classroom/Lab</cp:lastModifiedBy>
  <cp:revision>3</cp:revision>
  <dcterms:created xsi:type="dcterms:W3CDTF">2011-02-14T16:36:00Z</dcterms:created>
  <dcterms:modified xsi:type="dcterms:W3CDTF">2011-02-15T18:02:00Z</dcterms:modified>
</cp:coreProperties>
</file>